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F0A" w:rsidRPr="00E55F0A" w:rsidRDefault="005A6D89" w:rsidP="00E55F0A">
      <w:pPr>
        <w:pStyle w:val="IQB-Aufgabentitel"/>
        <w:rPr>
          <w:lang w:val="fr-FR"/>
        </w:rPr>
      </w:pPr>
      <w:proofErr w:type="spellStart"/>
      <w:r w:rsidRPr="003955A0">
        <w:rPr>
          <w:lang w:val="fr-FR"/>
        </w:rPr>
        <w:t>Auswertung</w:t>
      </w:r>
      <w:proofErr w:type="spellEnd"/>
      <w:r w:rsidRPr="003955A0">
        <w:rPr>
          <w:lang w:val="fr-FR"/>
        </w:rPr>
        <w:t xml:space="preserve"> –</w:t>
      </w:r>
      <w:r w:rsidR="00E55F0A">
        <w:rPr>
          <w:b/>
          <w:lang w:val="fr-FR"/>
        </w:rPr>
        <w:t xml:space="preserve"> </w:t>
      </w:r>
      <w:r w:rsidR="00E55F0A" w:rsidRPr="00E55F0A">
        <w:rPr>
          <w:lang w:val="fr-FR"/>
        </w:rPr>
        <w:t>C'est quoi, le bonheur ?</w:t>
      </w:r>
    </w:p>
    <w:p w:rsidR="00E55F0A" w:rsidRPr="00245309" w:rsidRDefault="00E55F0A" w:rsidP="00E55F0A">
      <w:pPr>
        <w:pStyle w:val="IQB-Teilaufgabentitel"/>
        <w:rPr>
          <w:lang w:val="fr-FR"/>
        </w:rPr>
      </w:pPr>
      <w:r>
        <w:t>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7969"/>
      </w:tblGrid>
      <w:tr w:rsidR="00E55F0A" w:rsidTr="00361E5A">
        <w:tc>
          <w:tcPr>
            <w:tcW w:w="1332" w:type="dxa"/>
            <w:vAlign w:val="center"/>
          </w:tcPr>
          <w:p w:rsidR="00E55F0A" w:rsidRDefault="00E55F0A" w:rsidP="00361E5A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E55F0A" w:rsidRDefault="00E55F0A" w:rsidP="00361E5A">
            <w:pPr>
              <w:pStyle w:val="IQB-RSNormal"/>
            </w:pPr>
            <w:r>
              <w:t>Alexandre</w:t>
            </w:r>
          </w:p>
        </w:tc>
      </w:tr>
    </w:tbl>
    <w:p w:rsidR="00E55F0A" w:rsidRPr="00245309" w:rsidRDefault="00E55F0A" w:rsidP="00E55F0A">
      <w:pPr>
        <w:pStyle w:val="IQB-Teilaufgabentitel"/>
        <w:rPr>
          <w:lang w:val="fr-FR"/>
        </w:rPr>
      </w:pPr>
      <w:r>
        <w:t>1.2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7969"/>
      </w:tblGrid>
      <w:tr w:rsidR="00E55F0A" w:rsidTr="00361E5A">
        <w:tc>
          <w:tcPr>
            <w:tcW w:w="1332" w:type="dxa"/>
            <w:vAlign w:val="center"/>
          </w:tcPr>
          <w:p w:rsidR="00E55F0A" w:rsidRDefault="00E55F0A" w:rsidP="00361E5A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E55F0A" w:rsidRDefault="00E55F0A" w:rsidP="00361E5A">
            <w:pPr>
              <w:pStyle w:val="IQB-RSNormal"/>
            </w:pPr>
            <w:r>
              <w:t>Sarah</w:t>
            </w:r>
          </w:p>
        </w:tc>
      </w:tr>
    </w:tbl>
    <w:p w:rsidR="00E55F0A" w:rsidRDefault="00E55F0A" w:rsidP="00E55F0A">
      <w:pPr>
        <w:pStyle w:val="IQB-Teilaufgabentitel"/>
      </w:pPr>
      <w:r>
        <w:t>1.3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7969"/>
      </w:tblGrid>
      <w:tr w:rsidR="00E55F0A" w:rsidTr="00361E5A">
        <w:tc>
          <w:tcPr>
            <w:tcW w:w="1332" w:type="dxa"/>
            <w:vAlign w:val="center"/>
          </w:tcPr>
          <w:p w:rsidR="00E55F0A" w:rsidRDefault="00E55F0A" w:rsidP="00361E5A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E55F0A" w:rsidRDefault="00E55F0A" w:rsidP="00361E5A">
            <w:pPr>
              <w:pStyle w:val="IQB-RSNormal"/>
            </w:pPr>
            <w:r>
              <w:t>Emilie</w:t>
            </w:r>
          </w:p>
        </w:tc>
      </w:tr>
    </w:tbl>
    <w:p w:rsidR="00E55F0A" w:rsidRDefault="00E55F0A" w:rsidP="00E55F0A">
      <w:pPr>
        <w:pStyle w:val="IQB-Teilaufgabentitel"/>
      </w:pPr>
      <w:bookmarkStart w:id="0" w:name="_GoBack"/>
      <w:bookmarkEnd w:id="0"/>
      <w:r>
        <w:t>1.4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7969"/>
      </w:tblGrid>
      <w:tr w:rsidR="00E55F0A" w:rsidTr="00361E5A">
        <w:tc>
          <w:tcPr>
            <w:tcW w:w="1332" w:type="dxa"/>
            <w:vAlign w:val="center"/>
          </w:tcPr>
          <w:p w:rsidR="00E55F0A" w:rsidRDefault="00E55F0A" w:rsidP="00361E5A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E55F0A" w:rsidRDefault="00E55F0A" w:rsidP="00361E5A">
            <w:pPr>
              <w:pStyle w:val="IQB-RSNormal"/>
            </w:pPr>
            <w:r>
              <w:t>Sylvie</w:t>
            </w:r>
          </w:p>
        </w:tc>
      </w:tr>
    </w:tbl>
    <w:p w:rsidR="007E0A4D" w:rsidRPr="00EF376F" w:rsidRDefault="007E0A4D" w:rsidP="00CA173E">
      <w:pPr>
        <w:pStyle w:val="berschrift2"/>
        <w:jc w:val="center"/>
        <w:rPr>
          <w:b w:val="0"/>
          <w:sz w:val="28"/>
        </w:rPr>
      </w:pPr>
    </w:p>
    <w:sectPr w:rsidR="007E0A4D" w:rsidRPr="00EF376F" w:rsidSect="00D60A6F">
      <w:footerReference w:type="even" r:id="rId7"/>
      <w:footerReference w:type="default" r:id="rId8"/>
      <w:headerReference w:type="first" r:id="rId9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9BD" w:rsidRDefault="00C069BD">
      <w:r>
        <w:separator/>
      </w:r>
    </w:p>
  </w:endnote>
  <w:endnote w:type="continuationSeparator" w:id="0">
    <w:p w:rsidR="00C069BD" w:rsidRDefault="00C06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9BD" w:rsidRDefault="00C069BD">
      <w:r>
        <w:separator/>
      </w:r>
    </w:p>
  </w:footnote>
  <w:footnote w:type="continuationSeparator" w:id="0">
    <w:p w:rsidR="00C069BD" w:rsidRDefault="00C06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64E1A"/>
    <w:multiLevelType w:val="hybridMultilevel"/>
    <w:tmpl w:val="1DBE6998"/>
    <w:lvl w:ilvl="0" w:tplc="23361B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191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5758A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955A0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09A6"/>
    <w:rsid w:val="00566351"/>
    <w:rsid w:val="00570737"/>
    <w:rsid w:val="00573AB9"/>
    <w:rsid w:val="0059034C"/>
    <w:rsid w:val="00593590"/>
    <w:rsid w:val="005A6D89"/>
    <w:rsid w:val="005D22C4"/>
    <w:rsid w:val="005E435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069BD"/>
    <w:rsid w:val="00C12C3E"/>
    <w:rsid w:val="00C30223"/>
    <w:rsid w:val="00C31DDF"/>
    <w:rsid w:val="00C63461"/>
    <w:rsid w:val="00C82E79"/>
    <w:rsid w:val="00C93D69"/>
    <w:rsid w:val="00C974B6"/>
    <w:rsid w:val="00CA173E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2ABE"/>
    <w:rsid w:val="00E13683"/>
    <w:rsid w:val="00E1590B"/>
    <w:rsid w:val="00E24E44"/>
    <w:rsid w:val="00E327D9"/>
    <w:rsid w:val="00E40B83"/>
    <w:rsid w:val="00E47315"/>
    <w:rsid w:val="00E55F0A"/>
    <w:rsid w:val="00E56435"/>
    <w:rsid w:val="00E6555C"/>
    <w:rsid w:val="00E72B99"/>
    <w:rsid w:val="00E76C10"/>
    <w:rsid w:val="00EB1981"/>
    <w:rsid w:val="00EC0D58"/>
    <w:rsid w:val="00EF376F"/>
    <w:rsid w:val="00EF6278"/>
    <w:rsid w:val="00F0154F"/>
    <w:rsid w:val="00F11B49"/>
    <w:rsid w:val="00F24C3F"/>
    <w:rsid w:val="00F43CA1"/>
    <w:rsid w:val="00F6230D"/>
    <w:rsid w:val="00F65826"/>
    <w:rsid w:val="00F66F7A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58FF4"/>
  <w15:docId w15:val="{CBE0C402-E952-4191-B362-ADBF40C4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IQB-Aufgabentitel">
    <w:name w:val="IQB-Aufgabentitel"/>
    <w:basedOn w:val="IQBTHAufgabentitel"/>
    <w:uiPriority w:val="99"/>
    <w:rsid w:val="00E55F0A"/>
    <w:pPr>
      <w:spacing w:before="240" w:line="240" w:lineRule="auto"/>
      <w:jc w:val="center"/>
    </w:pPr>
  </w:style>
  <w:style w:type="paragraph" w:customStyle="1" w:styleId="IQB-Teilaufgabentitel">
    <w:name w:val="IQB-Teilaufgabentitel"/>
    <w:basedOn w:val="Standard"/>
    <w:link w:val="IQB-TeilaufgabentitelZchn"/>
    <w:uiPriority w:val="99"/>
    <w:rsid w:val="00E55F0A"/>
    <w:pPr>
      <w:keepNext/>
      <w:spacing w:before="120" w:after="120"/>
    </w:pPr>
    <w:rPr>
      <w:b/>
    </w:rPr>
  </w:style>
  <w:style w:type="paragraph" w:customStyle="1" w:styleId="IQB-RSNormal">
    <w:name w:val="IQB-RSNormal"/>
    <w:basedOn w:val="Standard"/>
    <w:link w:val="IQB-RSNormalZchn"/>
    <w:uiPriority w:val="99"/>
    <w:qFormat/>
    <w:rsid w:val="00E55F0A"/>
    <w:pPr>
      <w:spacing w:after="0"/>
    </w:pPr>
    <w:rPr>
      <w:rFonts w:cs="Arial"/>
      <w:szCs w:val="22"/>
    </w:rPr>
  </w:style>
  <w:style w:type="character" w:customStyle="1" w:styleId="IQB-RSNormalZchn">
    <w:name w:val="IQB-RSNormal Zchn"/>
    <w:basedOn w:val="Absatz-Standardschriftart"/>
    <w:link w:val="IQB-RSNormal"/>
    <w:uiPriority w:val="99"/>
    <w:rsid w:val="00E55F0A"/>
    <w:rPr>
      <w:rFonts w:ascii="Arial" w:hAnsi="Arial" w:cs="Arial"/>
      <w:sz w:val="22"/>
      <w:szCs w:val="22"/>
    </w:rPr>
  </w:style>
  <w:style w:type="paragraph" w:customStyle="1" w:styleId="IQB-RSCodeValue">
    <w:name w:val="IQB-RSCodeValue"/>
    <w:basedOn w:val="Standard"/>
    <w:link w:val="IQB-RSCodeValueZchn"/>
    <w:uiPriority w:val="99"/>
    <w:qFormat/>
    <w:rsid w:val="00E55F0A"/>
    <w:pPr>
      <w:spacing w:after="0"/>
    </w:pPr>
  </w:style>
  <w:style w:type="character" w:customStyle="1" w:styleId="IQB-RSCodeValueZchn">
    <w:name w:val="IQB-RSCodeValue Zchn"/>
    <w:basedOn w:val="Absatz-Standardschriftart"/>
    <w:link w:val="IQB-RSCodeValue"/>
    <w:uiPriority w:val="99"/>
    <w:rsid w:val="00E55F0A"/>
    <w:rPr>
      <w:rFonts w:ascii="Arial" w:hAnsi="Arial"/>
      <w:sz w:val="22"/>
      <w:szCs w:val="24"/>
    </w:rPr>
  </w:style>
  <w:style w:type="character" w:customStyle="1" w:styleId="IQB-TeilaufgabentitelZchn">
    <w:name w:val="IQB-Teilaufgabentitel Zchn"/>
    <w:basedOn w:val="Absatz-Standardschriftart"/>
    <w:link w:val="IQB-Teilaufgabentitel"/>
    <w:uiPriority w:val="99"/>
    <w:rsid w:val="00E55F0A"/>
    <w:rPr>
      <w:rFonts w:ascii="Arial" w:hAnsi="Arial"/>
      <w:b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Lisa Koch</cp:lastModifiedBy>
  <cp:revision>3</cp:revision>
  <cp:lastPrinted>2007-01-11T14:25:00Z</cp:lastPrinted>
  <dcterms:created xsi:type="dcterms:W3CDTF">2015-12-11T13:41:00Z</dcterms:created>
  <dcterms:modified xsi:type="dcterms:W3CDTF">2020-11-09T11:17:00Z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